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7FCE2D5B" w14:textId="77777777" w:rsidTr="00125A6F">
        <w:tc>
          <w:tcPr>
            <w:tcW w:w="2972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125A6F">
        <w:tc>
          <w:tcPr>
            <w:tcW w:w="2972" w:type="dxa"/>
          </w:tcPr>
          <w:p w14:paraId="23AEE7F5" w14:textId="1B2E5887" w:rsidR="00EF3BFB" w:rsidRPr="002162E5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25A6F">
              <w:rPr>
                <w:rFonts w:asciiTheme="majorHAnsi" w:hAnsiTheme="majorHAnsi"/>
              </w:rPr>
              <w:t xml:space="preserve">Servery pro </w:t>
            </w:r>
            <w:proofErr w:type="spellStart"/>
            <w:r w:rsidRPr="00125A6F">
              <w:rPr>
                <w:rFonts w:asciiTheme="majorHAnsi" w:hAnsiTheme="majorHAnsi"/>
              </w:rPr>
              <w:t>virtualizaci</w:t>
            </w:r>
            <w:proofErr w:type="spellEnd"/>
          </w:p>
        </w:tc>
        <w:tc>
          <w:tcPr>
            <w:tcW w:w="1686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2E8FC1C" w14:textId="10F4206A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984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125A6F">
        <w:tc>
          <w:tcPr>
            <w:tcW w:w="2972" w:type="dxa"/>
          </w:tcPr>
          <w:p w14:paraId="3BE5DF63" w14:textId="2C525692" w:rsidR="00EF3BFB" w:rsidRPr="002162E5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25A6F">
              <w:rPr>
                <w:rFonts w:asciiTheme="majorHAnsi" w:hAnsiTheme="majorHAnsi"/>
              </w:rPr>
              <w:t>Server pro zálohování</w:t>
            </w:r>
          </w:p>
        </w:tc>
        <w:tc>
          <w:tcPr>
            <w:tcW w:w="1686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E0B7DBE" w14:textId="5D3870AB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55CBE65" w14:textId="77777777" w:rsidTr="00125A6F">
        <w:tc>
          <w:tcPr>
            <w:tcW w:w="2972" w:type="dxa"/>
          </w:tcPr>
          <w:p w14:paraId="348F8C8B" w14:textId="56E5A26A" w:rsidR="00EF3BFB" w:rsidRPr="002162E5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25A6F">
              <w:rPr>
                <w:rFonts w:asciiTheme="majorHAnsi" w:hAnsiTheme="majorHAnsi"/>
              </w:rPr>
              <w:t xml:space="preserve">Disková pole pro </w:t>
            </w:r>
            <w:proofErr w:type="spellStart"/>
            <w:r w:rsidRPr="00125A6F">
              <w:rPr>
                <w:rFonts w:asciiTheme="majorHAnsi" w:hAnsiTheme="majorHAnsi"/>
              </w:rPr>
              <w:t>virtualizaci</w:t>
            </w:r>
            <w:proofErr w:type="spellEnd"/>
          </w:p>
        </w:tc>
        <w:tc>
          <w:tcPr>
            <w:tcW w:w="1686" w:type="dxa"/>
          </w:tcPr>
          <w:p w14:paraId="020F8D5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9ADD1BE" w14:textId="5997E328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984" w:type="dxa"/>
          </w:tcPr>
          <w:p w14:paraId="0C54340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99578B3" w14:textId="77777777" w:rsidTr="00125A6F">
        <w:tc>
          <w:tcPr>
            <w:tcW w:w="2972" w:type="dxa"/>
          </w:tcPr>
          <w:p w14:paraId="2200F7F8" w14:textId="219C4158" w:rsidR="00EF3BFB" w:rsidRPr="00125A6F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</w:p>
        </w:tc>
        <w:tc>
          <w:tcPr>
            <w:tcW w:w="1686" w:type="dxa"/>
          </w:tcPr>
          <w:p w14:paraId="1A359F51" w14:textId="6F403317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984" w:type="dxa"/>
          </w:tcPr>
          <w:p w14:paraId="162D9F13" w14:textId="35220CE9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1984" w:type="dxa"/>
          </w:tcPr>
          <w:p w14:paraId="6F3C5BAA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69F2FB60" w14:textId="77777777" w:rsidTr="00125A6F">
        <w:tc>
          <w:tcPr>
            <w:tcW w:w="2972" w:type="dxa"/>
          </w:tcPr>
          <w:p w14:paraId="3AE96A82" w14:textId="77777777"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14:paraId="27A7C3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0C21B0F" w14:textId="77777777" w:rsidTr="00125A6F">
        <w:tc>
          <w:tcPr>
            <w:tcW w:w="2972" w:type="dxa"/>
          </w:tcPr>
          <w:p w14:paraId="29A2856B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5AE510CB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5E39B655" w14:textId="77777777" w:rsidTr="00125A6F">
        <w:tc>
          <w:tcPr>
            <w:tcW w:w="2972" w:type="dxa"/>
          </w:tcPr>
          <w:p w14:paraId="5194C3B9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14:paraId="53256FAA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7F46F00" w14:textId="77777777" w:rsidR="00EF3BFB" w:rsidRPr="007A2B92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7A2B92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Služeb: </w:t>
      </w:r>
    </w:p>
    <w:p w14:paraId="27533DA0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  <w:bookmarkStart w:id="0" w:name="_GoBack"/>
      <w:bookmarkEnd w:id="0"/>
    </w:p>
    <w:tbl>
      <w:tblPr>
        <w:tblStyle w:val="Mkatabulky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098"/>
        <w:gridCol w:w="3402"/>
      </w:tblGrid>
      <w:tr w:rsidR="00EF3BFB" w:rsidRPr="00221465" w14:paraId="44E6E718" w14:textId="77777777" w:rsidTr="00656B8C">
        <w:tc>
          <w:tcPr>
            <w:tcW w:w="2972" w:type="dxa"/>
            <w:shd w:val="clear" w:color="auto" w:fill="D9D9D9"/>
          </w:tcPr>
          <w:p w14:paraId="3F6FE8CF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2098" w:type="dxa"/>
            <w:shd w:val="clear" w:color="auto" w:fill="D9D9D9"/>
          </w:tcPr>
          <w:p w14:paraId="43432431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rok Služby</w:t>
            </w:r>
          </w:p>
          <w:p w14:paraId="01D04139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(v Kč bez </w:t>
            </w:r>
            <w:proofErr w:type="gramStart"/>
            <w:r w:rsidRPr="00FF65DD">
              <w:rPr>
                <w:rFonts w:asciiTheme="majorHAnsi" w:hAnsiTheme="majorHAnsi"/>
                <w:b/>
              </w:rPr>
              <w:t>DPH )</w:t>
            </w:r>
            <w:proofErr w:type="gramEnd"/>
          </w:p>
        </w:tc>
        <w:tc>
          <w:tcPr>
            <w:tcW w:w="3402" w:type="dxa"/>
            <w:shd w:val="clear" w:color="auto" w:fill="D9D9D9"/>
          </w:tcPr>
          <w:p w14:paraId="2D62DDE2" w14:textId="71A8B3B0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Služby (v Kč bez DPH)</w:t>
            </w:r>
          </w:p>
        </w:tc>
      </w:tr>
      <w:tr w:rsidR="00EF3BFB" w:rsidRPr="00221465" w14:paraId="5D817A22" w14:textId="77777777" w:rsidTr="00656B8C">
        <w:tc>
          <w:tcPr>
            <w:tcW w:w="2972" w:type="dxa"/>
          </w:tcPr>
          <w:p w14:paraId="01C8EBAF" w14:textId="088320BA" w:rsidR="00EF3BFB" w:rsidRPr="00FF65DD" w:rsidRDefault="000B7377" w:rsidP="000B737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I</w:t>
            </w:r>
            <w:r w:rsidRPr="00CB3C58">
              <w:rPr>
                <w:rFonts w:asciiTheme="majorHAnsi" w:hAnsiTheme="majorHAnsi"/>
              </w:rPr>
              <w:t xml:space="preserve">nstalace </w:t>
            </w:r>
            <w:r w:rsidR="001433F3" w:rsidRPr="00CB3C58">
              <w:rPr>
                <w:rFonts w:asciiTheme="majorHAnsi" w:hAnsiTheme="majorHAnsi"/>
              </w:rPr>
              <w:t xml:space="preserve">a konfigurace </w:t>
            </w:r>
            <w:proofErr w:type="spellStart"/>
            <w:r w:rsidR="001433F3" w:rsidRPr="00CB3C58">
              <w:rPr>
                <w:rFonts w:asciiTheme="majorHAnsi" w:hAnsiTheme="majorHAnsi"/>
              </w:rPr>
              <w:t>virtualizace</w:t>
            </w:r>
            <w:proofErr w:type="spellEnd"/>
            <w:r w:rsidR="001433F3" w:rsidRPr="00CB3C58">
              <w:rPr>
                <w:rFonts w:asciiTheme="majorHAnsi" w:hAnsiTheme="majorHAnsi"/>
              </w:rPr>
              <w:t>, migrace</w:t>
            </w:r>
          </w:p>
        </w:tc>
        <w:tc>
          <w:tcPr>
            <w:tcW w:w="2098" w:type="dxa"/>
          </w:tcPr>
          <w:p w14:paraId="140636C6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402" w:type="dxa"/>
          </w:tcPr>
          <w:p w14:paraId="4D700520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4D91FEF" w14:textId="77777777" w:rsidTr="00656B8C">
        <w:trPr>
          <w:trHeight w:val="60"/>
        </w:trPr>
        <w:tc>
          <w:tcPr>
            <w:tcW w:w="2972" w:type="dxa"/>
          </w:tcPr>
          <w:p w14:paraId="4B375E91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celkem za Služby (v Kč bez DPH)</w:t>
            </w:r>
          </w:p>
        </w:tc>
        <w:tc>
          <w:tcPr>
            <w:tcW w:w="2098" w:type="dxa"/>
          </w:tcPr>
          <w:p w14:paraId="2633AFF4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402" w:type="dxa"/>
          </w:tcPr>
          <w:p w14:paraId="27F1DDDD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A91A96F" w14:textId="77777777" w:rsidTr="00656B8C">
        <w:trPr>
          <w:trHeight w:val="60"/>
        </w:trPr>
        <w:tc>
          <w:tcPr>
            <w:tcW w:w="2972" w:type="dxa"/>
          </w:tcPr>
          <w:p w14:paraId="18AAD397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2098" w:type="dxa"/>
          </w:tcPr>
          <w:p w14:paraId="6C84116F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402" w:type="dxa"/>
          </w:tcPr>
          <w:p w14:paraId="219DB767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B9EF405" w14:textId="77777777" w:rsidTr="00656B8C">
        <w:trPr>
          <w:trHeight w:val="60"/>
        </w:trPr>
        <w:tc>
          <w:tcPr>
            <w:tcW w:w="2972" w:type="dxa"/>
          </w:tcPr>
          <w:p w14:paraId="011DD7F4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2098" w:type="dxa"/>
          </w:tcPr>
          <w:p w14:paraId="70F249D6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402" w:type="dxa"/>
          </w:tcPr>
          <w:p w14:paraId="1A07784D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4962"/>
      </w:tblGrid>
      <w:tr w:rsidR="00EF3BFB" w:rsidRPr="00FF65DD" w14:paraId="73494CF8" w14:textId="77777777" w:rsidTr="00805A75">
        <w:tc>
          <w:tcPr>
            <w:tcW w:w="3510" w:type="dxa"/>
          </w:tcPr>
          <w:p w14:paraId="01DF33ED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 xml:space="preserve">Celková Cena za Plnění, tj. součet všech výše uvedených cen (v Kč bez DPH): </w:t>
            </w:r>
          </w:p>
        </w:tc>
        <w:tc>
          <w:tcPr>
            <w:tcW w:w="4962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805A75">
        <w:tc>
          <w:tcPr>
            <w:tcW w:w="3510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962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805A75">
        <w:tc>
          <w:tcPr>
            <w:tcW w:w="3510" w:type="dxa"/>
          </w:tcPr>
          <w:p w14:paraId="0FF8D658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4962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EBAAB" w16cex:dateUtc="2023-07-04T13:35:00Z"/>
  <w16cex:commentExtensible w16cex:durableId="283D9757" w16cex:dateUtc="2023-06-21T13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F5C18" w14:textId="77777777" w:rsidR="00275464" w:rsidRDefault="00275464" w:rsidP="00962258">
      <w:pPr>
        <w:spacing w:after="0" w:line="240" w:lineRule="auto"/>
      </w:pPr>
      <w:r>
        <w:separator/>
      </w:r>
    </w:p>
  </w:endnote>
  <w:endnote w:type="continuationSeparator" w:id="0">
    <w:p w14:paraId="2F4FF0F2" w14:textId="77777777" w:rsidR="00275464" w:rsidRDefault="002754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D8C8B" w14:textId="77777777" w:rsidR="00275464" w:rsidRDefault="00275464" w:rsidP="00962258">
      <w:pPr>
        <w:spacing w:after="0" w:line="240" w:lineRule="auto"/>
      </w:pPr>
      <w:r>
        <w:separator/>
      </w:r>
    </w:p>
  </w:footnote>
  <w:footnote w:type="continuationSeparator" w:id="0">
    <w:p w14:paraId="08941A56" w14:textId="77777777" w:rsidR="00275464" w:rsidRDefault="002754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B7377"/>
    <w:rsid w:val="000E23A7"/>
    <w:rsid w:val="000E4423"/>
    <w:rsid w:val="0010693F"/>
    <w:rsid w:val="00114472"/>
    <w:rsid w:val="00125A6F"/>
    <w:rsid w:val="001433F3"/>
    <w:rsid w:val="001550BC"/>
    <w:rsid w:val="001605B9"/>
    <w:rsid w:val="00170EC5"/>
    <w:rsid w:val="001747C1"/>
    <w:rsid w:val="00184743"/>
    <w:rsid w:val="001E496E"/>
    <w:rsid w:val="00207DF5"/>
    <w:rsid w:val="002162E5"/>
    <w:rsid w:val="00275464"/>
    <w:rsid w:val="00280E07"/>
    <w:rsid w:val="002C31BF"/>
    <w:rsid w:val="002D08B1"/>
    <w:rsid w:val="002E0CD7"/>
    <w:rsid w:val="003254A6"/>
    <w:rsid w:val="00341DCF"/>
    <w:rsid w:val="00357BC6"/>
    <w:rsid w:val="00394E99"/>
    <w:rsid w:val="003956C6"/>
    <w:rsid w:val="003B71C1"/>
    <w:rsid w:val="003E694F"/>
    <w:rsid w:val="00436802"/>
    <w:rsid w:val="00441430"/>
    <w:rsid w:val="00450F07"/>
    <w:rsid w:val="0045338C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00B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A13"/>
    <w:rsid w:val="0077673A"/>
    <w:rsid w:val="007846E1"/>
    <w:rsid w:val="007A2B92"/>
    <w:rsid w:val="007B570C"/>
    <w:rsid w:val="007C589B"/>
    <w:rsid w:val="007C7FA6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642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2BA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B52FA-F54E-4274-826C-D0DF4A09A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DB7A92-89A1-454E-AA54-EBA06DBD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182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2023-07-25T12:58:00Z</dcterms:created>
  <dcterms:modified xsi:type="dcterms:W3CDTF">2023-07-28T12:47:00Z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